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Ind w:w="93" w:type="dxa"/>
        <w:tblLook w:val="0000" w:firstRow="0" w:lastRow="0" w:firstColumn="0" w:lastColumn="0" w:noHBand="0" w:noVBand="0"/>
      </w:tblPr>
      <w:tblGrid>
        <w:gridCol w:w="3111"/>
        <w:gridCol w:w="1190"/>
        <w:gridCol w:w="1674"/>
        <w:gridCol w:w="2125"/>
      </w:tblGrid>
      <w:tr w:rsidR="00C005A9" w:rsidRPr="00405735" w14:paraId="6939E53F" w14:textId="77777777" w:rsidTr="0042190C">
        <w:trPr>
          <w:trHeight w:val="480"/>
        </w:trPr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42EE" w14:textId="77777777" w:rsidR="00CB64ED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005A9">
              <w:rPr>
                <w:rFonts w:eastAsia="Times New Roman"/>
                <w:b/>
                <w:bCs/>
                <w:sz w:val="28"/>
                <w:szCs w:val="28"/>
              </w:rPr>
              <w:t>Outlander Spices</w:t>
            </w:r>
          </w:p>
          <w:p w14:paraId="1F3256D5" w14:textId="79756D19" w:rsidR="00C8158B" w:rsidRDefault="00CB64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005A9">
              <w:rPr>
                <w:rFonts w:eastAsia="Times New Roman"/>
                <w:b/>
                <w:bCs/>
                <w:sz w:val="28"/>
                <w:szCs w:val="28"/>
              </w:rPr>
              <w:t>S</w:t>
            </w:r>
            <w:bookmarkStart w:id="0" w:name="_GoBack"/>
            <w:bookmarkEnd w:id="0"/>
            <w:r w:rsidRPr="00C005A9">
              <w:rPr>
                <w:rFonts w:eastAsia="Times New Roman"/>
                <w:b/>
                <w:bCs/>
                <w:sz w:val="28"/>
                <w:szCs w:val="28"/>
              </w:rPr>
              <w:t>ales report</w:t>
            </w:r>
          </w:p>
        </w:tc>
      </w:tr>
      <w:tr w:rsidR="00C005A9" w:rsidRPr="00405735" w14:paraId="381FAF55" w14:textId="77777777" w:rsidTr="00A203C3">
        <w:trPr>
          <w:trHeight w:val="345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BDBAA9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AED3C4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FECF09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5507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005A9" w:rsidRPr="00405735" w14:paraId="3C19CC03" w14:textId="77777777" w:rsidTr="00A203C3">
        <w:trPr>
          <w:trHeight w:val="300"/>
        </w:trPr>
        <w:tc>
          <w:tcPr>
            <w:tcW w:w="3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615C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C2E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Region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97B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Prior year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72B0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Current year</w:t>
            </w:r>
          </w:p>
        </w:tc>
      </w:tr>
      <w:tr w:rsidR="00C005A9" w:rsidRPr="00405735" w14:paraId="0C2310F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7584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2E6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235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$11,771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DA5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$24,181</w:t>
            </w:r>
          </w:p>
        </w:tc>
      </w:tr>
      <w:tr w:rsidR="00C005A9" w:rsidRPr="00405735" w14:paraId="1A1BE82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C9B3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9A14E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1FE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$87,970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B05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$67,240</w:t>
            </w:r>
          </w:p>
        </w:tc>
      </w:tr>
      <w:tr w:rsidR="00C005A9" w:rsidRPr="00405735" w14:paraId="30228FB9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4EA64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0E534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5E4C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$11,312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FE9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$20,218</w:t>
            </w:r>
          </w:p>
        </w:tc>
      </w:tr>
      <w:tr w:rsidR="00C005A9" w:rsidRPr="00405735" w14:paraId="48D11029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0790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F228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AF5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$58,842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EB6A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$49,530</w:t>
            </w:r>
          </w:p>
        </w:tc>
      </w:tr>
      <w:tr w:rsidR="00C005A9" w:rsidRPr="00405735" w14:paraId="5E5AADF7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CE4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94BF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2F2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$99,665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440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$31,705</w:t>
            </w:r>
          </w:p>
        </w:tc>
      </w:tr>
      <w:tr w:rsidR="00C005A9" w:rsidRPr="00405735" w14:paraId="082209F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0D7B0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F578E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832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$19,426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B561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$23,273</w:t>
            </w:r>
          </w:p>
        </w:tc>
      </w:tr>
      <w:tr w:rsidR="00C005A9" w:rsidRPr="00405735" w14:paraId="7F55705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2F1D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3D35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AF3A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$22,772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1CF2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$57,510</w:t>
            </w:r>
          </w:p>
        </w:tc>
      </w:tr>
      <w:tr w:rsidR="00C005A9" w:rsidRPr="00405735" w14:paraId="5168B568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4DEEE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91207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5478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$17,990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697C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$18,158</w:t>
            </w:r>
          </w:p>
        </w:tc>
      </w:tr>
      <w:tr w:rsidR="00C005A9" w:rsidRPr="00405735" w14:paraId="2054603A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3F0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FC9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487B9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$27,517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8DB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$49,425</w:t>
            </w:r>
          </w:p>
        </w:tc>
      </w:tr>
      <w:tr w:rsidR="00C005A9" w:rsidRPr="00405735" w14:paraId="570E75B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C5421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465A1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BC40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$27,308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1C9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$13,451</w:t>
            </w:r>
          </w:p>
        </w:tc>
      </w:tr>
      <w:tr w:rsidR="00C005A9" w:rsidRPr="00405735" w14:paraId="421412F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E0EA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25424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2A87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$47,345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5D0B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$30,051</w:t>
            </w:r>
          </w:p>
        </w:tc>
      </w:tr>
      <w:tr w:rsidR="00C005A9" w:rsidRPr="00405735" w14:paraId="0C633DD5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0A9E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044D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6BA9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$15,541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0AA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$22,731</w:t>
            </w:r>
          </w:p>
        </w:tc>
      </w:tr>
      <w:tr w:rsidR="00C005A9" w:rsidRPr="00405735" w14:paraId="6967A175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7C39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159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930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$44,814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A5F5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$91,398</w:t>
            </w:r>
          </w:p>
        </w:tc>
      </w:tr>
      <w:tr w:rsidR="00C005A9" w:rsidRPr="00405735" w14:paraId="2F8D6B83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E91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B3D4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A6C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12A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$25,573</w:t>
            </w:r>
          </w:p>
        </w:tc>
      </w:tr>
      <w:tr w:rsidR="00C005A9" w:rsidRPr="00405735" w14:paraId="71127872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534F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2EBE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177A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$66,628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72C7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$4,271</w:t>
            </w:r>
          </w:p>
        </w:tc>
      </w:tr>
      <w:tr w:rsidR="00C005A9" w:rsidRPr="00405735" w14:paraId="78F9E48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3A0BA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F9ED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5EAC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$17,611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C29B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$25,166</w:t>
            </w:r>
          </w:p>
        </w:tc>
      </w:tr>
      <w:tr w:rsidR="00C005A9" w:rsidRPr="00405735" w14:paraId="2D39EF2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91C6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2145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75C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$69,807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EAF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$70,171</w:t>
            </w:r>
          </w:p>
        </w:tc>
      </w:tr>
      <w:tr w:rsidR="00C005A9" w:rsidRPr="00405735" w14:paraId="6C8C2FD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802F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5195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980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$40,994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D2D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$47,767</w:t>
            </w:r>
          </w:p>
        </w:tc>
      </w:tr>
      <w:tr w:rsidR="00C005A9" w:rsidRPr="00405735" w14:paraId="77B36406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4CA8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CBD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3B1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$1,438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CE5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$15,271</w:t>
            </w:r>
          </w:p>
        </w:tc>
      </w:tr>
      <w:tr w:rsidR="00C005A9" w:rsidRPr="00405735" w14:paraId="38D8E8A7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2F8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DD1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1BD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$17,648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E86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$23,818</w:t>
            </w:r>
          </w:p>
        </w:tc>
      </w:tr>
      <w:tr w:rsidR="00C005A9" w:rsidRPr="00405735" w14:paraId="67308F3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31F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3049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4732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$47,222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30FC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$35,243</w:t>
            </w:r>
          </w:p>
        </w:tc>
      </w:tr>
      <w:tr w:rsidR="00C005A9" w:rsidRPr="00405735" w14:paraId="7C72B035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457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809C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91C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$13,839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54B9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$18,336</w:t>
            </w:r>
          </w:p>
        </w:tc>
      </w:tr>
      <w:tr w:rsidR="00C005A9" w:rsidRPr="00405735" w14:paraId="723770F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C9DA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9FE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DA72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$17,314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5B0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$17,924</w:t>
            </w:r>
          </w:p>
        </w:tc>
      </w:tr>
      <w:tr w:rsidR="00C005A9" w:rsidRPr="00405735" w14:paraId="276E994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46CB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AC1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4E01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$67,048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EE9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$16,928</w:t>
            </w:r>
          </w:p>
        </w:tc>
      </w:tr>
      <w:tr w:rsidR="00C005A9" w:rsidRPr="00405735" w14:paraId="18A481F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A254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43C3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627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$8,120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A66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$67,568</w:t>
            </w:r>
          </w:p>
        </w:tc>
      </w:tr>
      <w:tr w:rsidR="00C005A9" w:rsidRPr="00405735" w14:paraId="3A80B111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B3560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B90C0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C66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$30,328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34CA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$42,064</w:t>
            </w:r>
          </w:p>
        </w:tc>
      </w:tr>
      <w:tr w:rsidR="00C005A9" w:rsidRPr="00405735" w14:paraId="554E0168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B73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6AE2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390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$93,536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25C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$99,346</w:t>
            </w:r>
          </w:p>
        </w:tc>
      </w:tr>
      <w:tr w:rsidR="00C005A9" w:rsidRPr="00405735" w14:paraId="7F61407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E2E0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47B07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0723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$72,404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7EE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$96,146</w:t>
            </w:r>
          </w:p>
        </w:tc>
      </w:tr>
      <w:tr w:rsidR="00C005A9" w:rsidRPr="00405735" w14:paraId="414C5DD3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AE96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D8CB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AC69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$93,837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271C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$39,565</w:t>
            </w:r>
          </w:p>
        </w:tc>
      </w:tr>
      <w:tr w:rsidR="00C005A9" w:rsidRPr="00405735" w14:paraId="75E74FA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3CD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1877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E599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$73,762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F867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$13,813</w:t>
            </w:r>
          </w:p>
        </w:tc>
      </w:tr>
      <w:tr w:rsidR="00C005A9" w:rsidRPr="00405735" w14:paraId="41A799B9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8EA74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743F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78D8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$1,303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9D3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$3,592</w:t>
            </w:r>
          </w:p>
        </w:tc>
      </w:tr>
      <w:tr w:rsidR="00C005A9" w:rsidRPr="00405735" w14:paraId="56A236FA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1332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92E3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121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$6,400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C1E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$39,913</w:t>
            </w:r>
          </w:p>
        </w:tc>
      </w:tr>
      <w:tr w:rsidR="00C005A9" w:rsidRPr="00405735" w14:paraId="60E0F90C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F02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187C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FA6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$44,234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30F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$68,824</w:t>
            </w:r>
          </w:p>
        </w:tc>
      </w:tr>
      <w:tr w:rsidR="00C005A9" w:rsidRPr="00405735" w14:paraId="4B8D2EC7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3D9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A9D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6AB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$27,477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68A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$62,937</w:t>
            </w:r>
          </w:p>
        </w:tc>
      </w:tr>
      <w:tr w:rsidR="00C005A9" w:rsidRPr="00405735" w14:paraId="73F63DFE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6D2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1104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818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$94,141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9DB1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$33,619</w:t>
            </w:r>
          </w:p>
        </w:tc>
      </w:tr>
      <w:tr w:rsidR="00C005A9" w:rsidRPr="00405735" w14:paraId="59C948A8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52E2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C285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4A2C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$48,265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95C5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$29,409</w:t>
            </w:r>
          </w:p>
        </w:tc>
      </w:tr>
      <w:tr w:rsidR="00C005A9" w:rsidRPr="00405735" w14:paraId="2EDE339B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2C0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lastRenderedPageBreak/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B79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451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$11,880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E765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$88,137</w:t>
            </w:r>
          </w:p>
        </w:tc>
      </w:tr>
      <w:tr w:rsidR="00C005A9" w:rsidRPr="00405735" w14:paraId="7635B463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E990D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5619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D6C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$48,576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2DA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$68,468</w:t>
            </w:r>
          </w:p>
        </w:tc>
      </w:tr>
      <w:tr w:rsidR="00C005A9" w:rsidRPr="00405735" w14:paraId="50EEE953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2DCF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80AC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2776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$74,101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18C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$51,245</w:t>
            </w:r>
          </w:p>
        </w:tc>
      </w:tr>
      <w:tr w:rsidR="00C005A9" w:rsidRPr="00405735" w14:paraId="18B61F7C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F1FD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612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2B3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$45,859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98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$72,598</w:t>
            </w:r>
          </w:p>
        </w:tc>
      </w:tr>
      <w:tr w:rsidR="00C005A9" w:rsidRPr="00405735" w14:paraId="32977FC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A36D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45C19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FA3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$53,262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95E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$44,836</w:t>
            </w:r>
          </w:p>
        </w:tc>
      </w:tr>
      <w:tr w:rsidR="00C005A9" w:rsidRPr="00405735" w14:paraId="70B9D0E9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E736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F99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C73D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$47,156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ED3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$35,651</w:t>
            </w:r>
          </w:p>
        </w:tc>
      </w:tr>
      <w:tr w:rsidR="00C005A9" w:rsidRPr="00405735" w14:paraId="00F5BE7E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5F93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F57A7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285E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$13,142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88A1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$58,179</w:t>
            </w:r>
          </w:p>
        </w:tc>
      </w:tr>
      <w:tr w:rsidR="00C005A9" w:rsidRPr="00405735" w14:paraId="780984D9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9951A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028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D2A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$39,684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3F4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$36,851</w:t>
            </w:r>
          </w:p>
        </w:tc>
      </w:tr>
      <w:tr w:rsidR="00C005A9" w:rsidRPr="00405735" w14:paraId="70B20A3F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A8028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33CD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7454C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$66,064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A37F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$20,766</w:t>
            </w:r>
          </w:p>
        </w:tc>
      </w:tr>
      <w:tr w:rsidR="00C005A9" w:rsidRPr="00405735" w14:paraId="04B2AD3C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FF4F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9F1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CD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$91,610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EB4C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$15,881</w:t>
            </w:r>
          </w:p>
        </w:tc>
      </w:tr>
      <w:tr w:rsidR="00C005A9" w:rsidRPr="00405735" w14:paraId="443FCA83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9C7B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F1AD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4F4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$17,157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C03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$31,565</w:t>
            </w:r>
          </w:p>
        </w:tc>
      </w:tr>
      <w:tr w:rsidR="00C005A9" w:rsidRPr="00405735" w14:paraId="3A9C8062" w14:textId="77777777" w:rsidTr="00C005A9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8E213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5CE9E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437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$96,895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EB5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$79,368</w:t>
            </w:r>
          </w:p>
        </w:tc>
      </w:tr>
    </w:tbl>
    <w:p w14:paraId="20F5F00B" w14:textId="77777777" w:rsidR="00C8158B" w:rsidRDefault="00C8158B"/>
    <w:sectPr w:rsidR="00C8158B" w:rsidSect="00D171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A9"/>
    <w:rsid w:val="003C5DCD"/>
    <w:rsid w:val="00405735"/>
    <w:rsid w:val="0042190C"/>
    <w:rsid w:val="004B0116"/>
    <w:rsid w:val="006F42FE"/>
    <w:rsid w:val="008B36B7"/>
    <w:rsid w:val="00A203C3"/>
    <w:rsid w:val="00C005A9"/>
    <w:rsid w:val="00C8158B"/>
    <w:rsid w:val="00C81F23"/>
    <w:rsid w:val="00CB64ED"/>
    <w:rsid w:val="00D17189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B2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Tectrix Inc.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Repeat header</dc:title>
  <cp:lastModifiedBy>Student</cp:lastModifiedBy>
  <cp:revision>5</cp:revision>
  <dcterms:created xsi:type="dcterms:W3CDTF">2010-02-04T21:33:00Z</dcterms:created>
  <dcterms:modified xsi:type="dcterms:W3CDTF">2010-02-05T16:16:00Z</dcterms:modified>
</cp:coreProperties>
</file>