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820475" w14:textId="77777777" w:rsidR="008F7B1E" w:rsidRDefault="008F7B1E"/>
    <w:p w14:paraId="76F1E613" w14:textId="77777777" w:rsidR="008F7B1E" w:rsidRDefault="008F7B1E"/>
    <w:p w14:paraId="3914647C" w14:textId="77777777" w:rsidR="008F7B1E" w:rsidRDefault="00471DEF">
      <w:pPr>
        <w:rPr>
          <w:b/>
        </w:rPr>
      </w:pPr>
      <w:r w:rsidRPr="00471DEF">
        <w:rPr>
          <w:b/>
        </w:rPr>
        <w:t>A word from the chairman</w:t>
      </w:r>
    </w:p>
    <w:p w14:paraId="5E5FAD01" w14:textId="77777777" w:rsidR="008F7B1E" w:rsidRDefault="008F7B1E"/>
    <w:p w14:paraId="177CF5E7" w14:textId="77777777" w:rsidR="008F7B1E" w:rsidRDefault="00471DEF">
      <w:r w:rsidRPr="00471DEF">
        <w:t xml:space="preserve">We’re </w:t>
      </w:r>
      <w:r w:rsidR="009212F6">
        <w:t xml:space="preserve">very </w:t>
      </w:r>
      <w:r w:rsidRPr="00471DEF">
        <w:t>pleased to present this edition of Outlander Cooking</w:t>
      </w:r>
      <w:proofErr w:type="gramStart"/>
      <w:r w:rsidRPr="00471DEF">
        <w:t>!</w:t>
      </w:r>
      <w:proofErr w:type="gramEnd"/>
      <w:r w:rsidRPr="00471DEF">
        <w:t xml:space="preserve">, newly revised and expanded for </w:t>
      </w:r>
      <w:r w:rsidR="00F52261">
        <w:t>2010</w:t>
      </w:r>
      <w:bookmarkStart w:id="0" w:name="_GoBack"/>
      <w:bookmarkEnd w:id="0"/>
      <w:r w:rsidRPr="00471DEF">
        <w:t>.</w:t>
      </w:r>
    </w:p>
    <w:p w14:paraId="2FF26008" w14:textId="77777777" w:rsidR="008F7B1E" w:rsidRDefault="008F7B1E"/>
    <w:p w14:paraId="005AE6D5" w14:textId="77777777" w:rsidR="008F7B1E" w:rsidRDefault="00471DEF">
      <w:r w:rsidRPr="00471DEF">
        <w:t>Inside, you’ll find just enough inform</w:t>
      </w:r>
      <w:r>
        <w:t>a</w:t>
      </w:r>
      <w:r w:rsidRPr="00471DEF">
        <w:t>tion about our spices to whet your appetite. You’ll also find some of our favorite recipes, compiled by our staff in response to your letters and emails, telling us about how you’ve been using our spices.</w:t>
      </w:r>
    </w:p>
    <w:p w14:paraId="3A561747" w14:textId="77777777" w:rsidR="008F7B1E" w:rsidRDefault="008F7B1E"/>
    <w:p w14:paraId="13C7C47B" w14:textId="77777777" w:rsidR="008F7B1E" w:rsidRDefault="00471DEF">
      <w:r w:rsidRPr="00471DEF">
        <w:t>We’re sure you’ll find enough here to keep you cooking for some time!</w:t>
      </w:r>
    </w:p>
    <w:p w14:paraId="71C961B2" w14:textId="77777777" w:rsidR="008F7B1E" w:rsidRDefault="008F7B1E"/>
    <w:p w14:paraId="55B5E0A6" w14:textId="77777777" w:rsidR="008F7B1E" w:rsidRDefault="00471DEF">
      <w:pPr>
        <w:rPr>
          <w:b/>
        </w:rPr>
      </w:pPr>
      <w:r w:rsidRPr="00471DEF">
        <w:t>Also, be sure to check out our Web site, outlanderspices.com, for even more recipes, as well as for ordering information. All the spices used in this book are available for immediate ordering, and we stock many more. If you don’t see it, ask, and we’ll track it down for you.</w:t>
      </w:r>
    </w:p>
    <w:p w14:paraId="3D782B3A" w14:textId="77777777" w:rsidR="008F7B1E" w:rsidRDefault="008F7B1E">
      <w:pPr>
        <w:rPr>
          <w:b/>
        </w:rPr>
      </w:pPr>
    </w:p>
    <w:p w14:paraId="461F31A0" w14:textId="77777777" w:rsidR="008F7B1E" w:rsidRDefault="00471DEF">
      <w:r w:rsidRPr="00471DEF">
        <w:t>Enjoy!</w:t>
      </w:r>
    </w:p>
    <w:p w14:paraId="35BFB3FF" w14:textId="77777777" w:rsidR="008F7B1E" w:rsidRDefault="008F7B1E"/>
    <w:p w14:paraId="1669148E" w14:textId="77777777" w:rsidR="008F7B1E" w:rsidRDefault="00471DEF">
      <w:r w:rsidRPr="00471DEF">
        <w:t>Sincerely,</w:t>
      </w:r>
    </w:p>
    <w:p w14:paraId="58465A09" w14:textId="77777777" w:rsidR="008F7B1E" w:rsidRDefault="00471DEF">
      <w:r w:rsidRPr="00471DEF">
        <w:t>Jake Andrews</w:t>
      </w:r>
    </w:p>
    <w:p w14:paraId="1DF8EBEE" w14:textId="77777777" w:rsidR="008F7B1E" w:rsidRDefault="00471DEF">
      <w:r w:rsidRPr="00471DEF">
        <w:t>Chairman</w:t>
      </w:r>
    </w:p>
    <w:p w14:paraId="717FC913" w14:textId="77777777" w:rsidR="008F7B1E" w:rsidRDefault="00471DEF">
      <w:pPr>
        <w:rPr>
          <w:b/>
        </w:rPr>
      </w:pPr>
      <w:r w:rsidRPr="00471DEF">
        <w:t>Outlander Spices</w:t>
      </w:r>
    </w:p>
    <w:sectPr w:rsidR="008F7B1E" w:rsidSect="000668E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668EE"/>
    <w:rsid w:val="00216B5D"/>
    <w:rsid w:val="00276737"/>
    <w:rsid w:val="00305BD0"/>
    <w:rsid w:val="003664C6"/>
    <w:rsid w:val="00370A68"/>
    <w:rsid w:val="003A7D45"/>
    <w:rsid w:val="003E3025"/>
    <w:rsid w:val="00471DEF"/>
    <w:rsid w:val="00503DCB"/>
    <w:rsid w:val="006705B1"/>
    <w:rsid w:val="006757CD"/>
    <w:rsid w:val="00836224"/>
    <w:rsid w:val="008F7B1E"/>
    <w:rsid w:val="009212F6"/>
    <w:rsid w:val="009255E0"/>
    <w:rsid w:val="009F7BB6"/>
    <w:rsid w:val="00C65253"/>
    <w:rsid w:val="00CA4961"/>
    <w:rsid w:val="00DB616C"/>
    <w:rsid w:val="00DC4047"/>
    <w:rsid w:val="00DE1198"/>
    <w:rsid w:val="00E00846"/>
    <w:rsid w:val="00E864F3"/>
    <w:rsid w:val="00F24076"/>
    <w:rsid w:val="00F52261"/>
    <w:rsid w:val="00FA5C38"/>
    <w:rsid w:val="00FE129A"/>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C1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8E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8E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667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A word from the chairman</vt:lpstr>
    </vt:vector>
  </TitlesOfParts>
  <Company>Tectrix Inc.</Company>
  <LinksUpToDate>false</LinksUpToDate>
  <CharactersWithSpaces>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Cookbook letter</dc:title>
  <cp:lastModifiedBy>Student</cp:lastModifiedBy>
  <cp:revision>2</cp:revision>
  <dcterms:created xsi:type="dcterms:W3CDTF">2009-12-22T16:06:00Z</dcterms:created>
  <dcterms:modified xsi:type="dcterms:W3CDTF">2009-12-22T16:06:00Z</dcterms:modified>
</cp:coreProperties>
</file>